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1CA4">
        <w:rPr>
          <w:rFonts w:ascii="Corbel" w:hAnsi="Corbel"/>
          <w:i/>
          <w:smallCaps/>
          <w:sz w:val="24"/>
          <w:szCs w:val="24"/>
        </w:rPr>
        <w:t>; 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A87E0B">
        <w:rPr>
          <w:rFonts w:ascii="Corbel" w:hAnsi="Corbel"/>
          <w:sz w:val="20"/>
          <w:szCs w:val="20"/>
        </w:rPr>
        <w:t>2022/</w:t>
      </w:r>
      <w:r w:rsidR="00BC0050">
        <w:rPr>
          <w:rFonts w:ascii="Corbel" w:hAnsi="Corbel"/>
          <w:sz w:val="20"/>
          <w:szCs w:val="20"/>
        </w:rPr>
        <w:t>20</w:t>
      </w:r>
      <w:r w:rsidR="00A87E0B">
        <w:rPr>
          <w:rFonts w:ascii="Corbel" w:hAnsi="Corbel"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76D06" w:rsidP="002C1F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96623" w:rsidRDefault="00676D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C1F0C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7E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96623" w:rsidRDefault="00F64789" w:rsidP="002966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6623"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C. </w:t>
            </w:r>
            <w:r w:rsid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904"/>
        <w:gridCol w:w="775"/>
        <w:gridCol w:w="851"/>
        <w:gridCol w:w="791"/>
        <w:gridCol w:w="815"/>
        <w:gridCol w:w="745"/>
        <w:gridCol w:w="939"/>
        <w:gridCol w:w="1172"/>
        <w:gridCol w:w="1463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CFF" w:rsidP="00BC0050">
            <w:pPr>
              <w:pStyle w:val="centralniewrubryc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BC0050" w:rsidRPr="009C54AE" w:rsidRDefault="00BC0050" w:rsidP="00BC0050">
      <w:pPr>
        <w:pStyle w:val="Podpunkty"/>
        <w:numPr>
          <w:ilvl w:val="0"/>
          <w:numId w:val="4"/>
        </w:numPr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Przeniesienie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zaj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. z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  7 na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 8 uchwała RD 5/10/22</w:t>
      </w:r>
    </w:p>
    <w:p w:rsidR="00923D7D" w:rsidRPr="009C54AE" w:rsidRDefault="00923D7D" w:rsidP="00A87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961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potrzeb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9619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pedagogicznych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szkolnym i przedszkolnym</w:t>
            </w:r>
          </w:p>
        </w:tc>
        <w:tc>
          <w:tcPr>
            <w:tcW w:w="1873" w:type="dxa"/>
          </w:tcPr>
          <w:p w:rsidR="001D4147" w:rsidRDefault="001D41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296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wczesnoszkolnym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kwestionariusze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E4CB4" w:rsidRDefault="00D075ED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8E4CB4" w:rsidRDefault="00D075ED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Egzamin, obserwacja w czasie zajęć, praca projektowa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kolokwium,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A6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96623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296623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Lepalczyk I, Badura Cz., Elementy diagnozy pedagogicznej, Warszawa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1987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psychoruchowego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296623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B5D" w:rsidRDefault="00063B5D" w:rsidP="00C16ABF">
      <w:pPr>
        <w:spacing w:after="0" w:line="240" w:lineRule="auto"/>
      </w:pPr>
      <w:r>
        <w:separator/>
      </w:r>
    </w:p>
  </w:endnote>
  <w:endnote w:type="continuationSeparator" w:id="0">
    <w:p w:rsidR="00063B5D" w:rsidRDefault="00063B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B5D" w:rsidRDefault="00063B5D" w:rsidP="00C16ABF">
      <w:pPr>
        <w:spacing w:after="0" w:line="240" w:lineRule="auto"/>
      </w:pPr>
      <w:r>
        <w:separator/>
      </w:r>
    </w:p>
  </w:footnote>
  <w:footnote w:type="continuationSeparator" w:id="0">
    <w:p w:rsidR="00063B5D" w:rsidRDefault="00063B5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31958"/>
    <w:multiLevelType w:val="hybridMultilevel"/>
    <w:tmpl w:val="0694A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628A6"/>
    <w:multiLevelType w:val="hybridMultilevel"/>
    <w:tmpl w:val="4782B5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355435"/>
    <w:multiLevelType w:val="hybridMultilevel"/>
    <w:tmpl w:val="CBB4423A"/>
    <w:lvl w:ilvl="0" w:tplc="683E9BD6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53644"/>
    <w:multiLevelType w:val="hybridMultilevel"/>
    <w:tmpl w:val="F46A2C5A"/>
    <w:lvl w:ilvl="0" w:tplc="683E9BD6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63B5D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4147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623"/>
    <w:rsid w:val="002A22BF"/>
    <w:rsid w:val="002A2389"/>
    <w:rsid w:val="002A671D"/>
    <w:rsid w:val="002B4D55"/>
    <w:rsid w:val="002B5EA0"/>
    <w:rsid w:val="002B6119"/>
    <w:rsid w:val="002C1F06"/>
    <w:rsid w:val="002C1F0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06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296D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EC"/>
    <w:rsid w:val="007D6E56"/>
    <w:rsid w:val="007E372F"/>
    <w:rsid w:val="007E738A"/>
    <w:rsid w:val="007F1652"/>
    <w:rsid w:val="007F4155"/>
    <w:rsid w:val="0081554D"/>
    <w:rsid w:val="0081707E"/>
    <w:rsid w:val="00817CFF"/>
    <w:rsid w:val="008449B3"/>
    <w:rsid w:val="0085634F"/>
    <w:rsid w:val="0085747A"/>
    <w:rsid w:val="00871B84"/>
    <w:rsid w:val="00884922"/>
    <w:rsid w:val="00885F64"/>
    <w:rsid w:val="008917F9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3844"/>
    <w:rsid w:val="008E4CB4"/>
    <w:rsid w:val="008E64F4"/>
    <w:rsid w:val="008F061F"/>
    <w:rsid w:val="008F12C9"/>
    <w:rsid w:val="008F6E29"/>
    <w:rsid w:val="00916188"/>
    <w:rsid w:val="00923D7D"/>
    <w:rsid w:val="009508DF"/>
    <w:rsid w:val="00950DAC"/>
    <w:rsid w:val="00954A07"/>
    <w:rsid w:val="009619CE"/>
    <w:rsid w:val="00976AEB"/>
    <w:rsid w:val="0099470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E0B"/>
    <w:rsid w:val="00A95A66"/>
    <w:rsid w:val="00A97DE1"/>
    <w:rsid w:val="00AA6E55"/>
    <w:rsid w:val="00AB053C"/>
    <w:rsid w:val="00AD1146"/>
    <w:rsid w:val="00AD27D3"/>
    <w:rsid w:val="00AD66D6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050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BDE"/>
    <w:rsid w:val="00C766DF"/>
    <w:rsid w:val="00C94B98"/>
    <w:rsid w:val="00C951B3"/>
    <w:rsid w:val="00CA2B96"/>
    <w:rsid w:val="00CA3003"/>
    <w:rsid w:val="00CA5089"/>
    <w:rsid w:val="00CB42CB"/>
    <w:rsid w:val="00CC1CA4"/>
    <w:rsid w:val="00CD6897"/>
    <w:rsid w:val="00CE5BAC"/>
    <w:rsid w:val="00CF25BE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F070AB"/>
    <w:rsid w:val="00F17567"/>
    <w:rsid w:val="00F27A7B"/>
    <w:rsid w:val="00F34F9D"/>
    <w:rsid w:val="00F526AF"/>
    <w:rsid w:val="00F617C3"/>
    <w:rsid w:val="00F64789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C9D2"/>
  <w15:docId w15:val="{9CB79DB1-B59B-43A8-83D8-28E46E0B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4EDCD-E376-415B-8F34-A4C75B692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232</TotalTime>
  <Pages>5</Pages>
  <Words>1095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2019-02-06T12:12:00Z</cp:lastPrinted>
  <dcterms:created xsi:type="dcterms:W3CDTF">2019-04-17T09:43:00Z</dcterms:created>
  <dcterms:modified xsi:type="dcterms:W3CDTF">2023-01-27T07:38:00Z</dcterms:modified>
</cp:coreProperties>
</file>